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11BB3" w14:textId="34E7057A" w:rsidR="00E227A8" w:rsidRPr="00A90B52" w:rsidRDefault="0060776C" w:rsidP="5791014C">
      <w:pPr>
        <w:pStyle w:val="Ttulo9"/>
        <w:spacing w:line="288" w:lineRule="auto"/>
        <w:ind w:left="425" w:hanging="425"/>
        <w:rPr>
          <w:rFonts w:ascii="Poppins" w:hAnsi="Poppins" w:cs="Poppins"/>
        </w:rPr>
      </w:pPr>
      <w:r w:rsidRPr="5791014C">
        <w:rPr>
          <w:rFonts w:ascii="Poppins" w:hAnsi="Poppins" w:cs="Poppins"/>
        </w:rPr>
        <w:t xml:space="preserve">Roteiro de </w:t>
      </w:r>
      <w:r w:rsidR="00E227A8" w:rsidRPr="5791014C">
        <w:rPr>
          <w:rFonts w:ascii="Poppins" w:hAnsi="Poppins" w:cs="Poppins"/>
        </w:rPr>
        <w:t xml:space="preserve">Atividade </w:t>
      </w:r>
      <w:r w:rsidRPr="5791014C">
        <w:rPr>
          <w:rFonts w:ascii="Poppins" w:hAnsi="Poppins" w:cs="Poppins"/>
        </w:rPr>
        <w:t>Prátic</w:t>
      </w:r>
      <w:r w:rsidR="1E3ECC9D" w:rsidRPr="5791014C">
        <w:rPr>
          <w:rFonts w:ascii="Poppins" w:hAnsi="Poppins" w:cs="Poppins"/>
        </w:rPr>
        <w:t>a</w:t>
      </w:r>
    </w:p>
    <w:p w14:paraId="4CF5E947" w14:textId="77777777" w:rsidR="00814E58" w:rsidRPr="00A90B52" w:rsidRDefault="00814E58" w:rsidP="000F21EA">
      <w:pPr>
        <w:rPr>
          <w:rFonts w:ascii="Poppins" w:hAnsi="Poppins" w:cs="Poppins"/>
        </w:rPr>
      </w:pPr>
    </w:p>
    <w:p w14:paraId="3859BC60" w14:textId="7A01095D" w:rsidR="00E227A8" w:rsidRPr="00A90B52" w:rsidRDefault="00E227A8" w:rsidP="000F21EA">
      <w:pPr>
        <w:pStyle w:val="Ttulo9"/>
        <w:spacing w:line="288" w:lineRule="auto"/>
        <w:ind w:left="425" w:hanging="425"/>
        <w:jc w:val="left"/>
        <w:rPr>
          <w:rFonts w:ascii="Poppins" w:hAnsi="Poppins" w:cs="Poppins"/>
          <w:b w:val="0"/>
          <w:sz w:val="24"/>
          <w:szCs w:val="16"/>
        </w:rPr>
      </w:pPr>
      <w:r w:rsidRPr="5791014C">
        <w:rPr>
          <w:rFonts w:ascii="Poppins" w:hAnsi="Poppins" w:cs="Poppins"/>
          <w:b w:val="0"/>
          <w:sz w:val="24"/>
          <w:szCs w:val="24"/>
          <w:u w:val="none"/>
        </w:rPr>
        <w:t>Nome:</w:t>
      </w:r>
      <w:r w:rsidR="00814E58" w:rsidRPr="5791014C">
        <w:rPr>
          <w:rFonts w:ascii="Poppins" w:hAnsi="Poppins" w:cs="Poppins"/>
          <w:b w:val="0"/>
          <w:sz w:val="24"/>
          <w:szCs w:val="24"/>
          <w:u w:val="none"/>
        </w:rPr>
        <w:t xml:space="preserve"> </w:t>
      </w:r>
      <w:r w:rsidR="004E713D" w:rsidRPr="5791014C">
        <w:rPr>
          <w:rFonts w:ascii="Poppins" w:hAnsi="Poppins" w:cs="Poppins"/>
          <w:b w:val="0"/>
          <w:sz w:val="24"/>
          <w:szCs w:val="24"/>
        </w:rPr>
        <w:t xml:space="preserve">                                                                                    </w:t>
      </w:r>
      <w:r>
        <w:tab/>
      </w:r>
      <w:r w:rsidR="004E713D" w:rsidRPr="5791014C">
        <w:rPr>
          <w:rFonts w:ascii="Poppins" w:hAnsi="Poppins" w:cs="Poppins"/>
          <w:b w:val="0"/>
          <w:sz w:val="24"/>
          <w:szCs w:val="24"/>
          <w:u w:val="none"/>
        </w:rPr>
        <w:t xml:space="preserve"> </w:t>
      </w:r>
      <w:r w:rsidRPr="5791014C">
        <w:rPr>
          <w:rFonts w:ascii="Poppins" w:hAnsi="Poppins" w:cs="Poppins"/>
          <w:b w:val="0"/>
          <w:sz w:val="24"/>
          <w:szCs w:val="24"/>
          <w:u w:val="none"/>
        </w:rPr>
        <w:t>Turma</w:t>
      </w:r>
      <w:r w:rsidR="004E713D" w:rsidRPr="5791014C">
        <w:rPr>
          <w:rFonts w:ascii="Poppins" w:hAnsi="Poppins" w:cs="Poppins"/>
          <w:b w:val="0"/>
          <w:sz w:val="24"/>
          <w:szCs w:val="24"/>
          <w:u w:val="none"/>
        </w:rPr>
        <w:t xml:space="preserve">: </w:t>
      </w:r>
      <w:r w:rsidR="004E713D" w:rsidRPr="5791014C">
        <w:rPr>
          <w:rFonts w:ascii="Poppins" w:hAnsi="Poppins" w:cs="Poppins"/>
          <w:b w:val="0"/>
          <w:sz w:val="24"/>
          <w:szCs w:val="24"/>
        </w:rPr>
        <w:t xml:space="preserve">                            </w:t>
      </w:r>
      <w:r w:rsidRPr="5791014C">
        <w:rPr>
          <w:rFonts w:ascii="Poppins" w:hAnsi="Poppins" w:cs="Poppins"/>
          <w:b w:val="0"/>
          <w:color w:val="FFFFFF" w:themeColor="background1"/>
          <w:sz w:val="24"/>
          <w:szCs w:val="24"/>
        </w:rPr>
        <w:t>.</w:t>
      </w:r>
    </w:p>
    <w:p w14:paraId="7727307B" w14:textId="4C7FDBA0" w:rsidR="68B90C5E" w:rsidRDefault="68B90C5E" w:rsidP="5791014C">
      <w:pPr>
        <w:spacing w:line="288" w:lineRule="auto"/>
        <w:ind w:left="425" w:hanging="425"/>
      </w:pPr>
      <w:r w:rsidRPr="4949E344">
        <w:rPr>
          <w:rFonts w:ascii="Poppins Light" w:eastAsia="Poppins Light" w:hAnsi="Poppins Light" w:cs="Poppins Light"/>
          <w:noProof/>
          <w:color w:val="000000" w:themeColor="text1"/>
          <w:lang w:val="it"/>
        </w:rPr>
        <w:t xml:space="preserve">Nome: </w:t>
      </w:r>
      <w:r w:rsidRPr="4949E344">
        <w:rPr>
          <w:rFonts w:ascii="Poppins Light" w:eastAsia="Poppins Light" w:hAnsi="Poppins Light" w:cs="Poppins Light"/>
          <w:noProof/>
          <w:color w:val="000000" w:themeColor="text1"/>
          <w:u w:val="single"/>
          <w:lang w:val="it"/>
        </w:rPr>
        <w:t xml:space="preserve">                                                                                   </w:t>
      </w:r>
      <w:r>
        <w:tab/>
      </w:r>
      <w:r w:rsidRPr="4949E344">
        <w:rPr>
          <w:noProof/>
        </w:rPr>
        <w:t xml:space="preserve"> </w:t>
      </w:r>
      <w:r>
        <w:tab/>
      </w:r>
      <w:r w:rsidRPr="4949E344">
        <w:rPr>
          <w:rFonts w:ascii="Poppins Light" w:eastAsia="Poppins Light" w:hAnsi="Poppins Light" w:cs="Poppins Light"/>
          <w:noProof/>
          <w:color w:val="000000" w:themeColor="text1"/>
        </w:rPr>
        <w:t xml:space="preserve"> </w:t>
      </w:r>
    </w:p>
    <w:p w14:paraId="0B4637B8" w14:textId="46F21A83" w:rsidR="68B90C5E" w:rsidRDefault="68B90C5E" w:rsidP="5791014C">
      <w:pPr>
        <w:spacing w:line="288" w:lineRule="auto"/>
        <w:ind w:left="425" w:hanging="425"/>
      </w:pPr>
      <w:r w:rsidRPr="4949E344">
        <w:rPr>
          <w:rFonts w:ascii="Poppins Light" w:eastAsia="Poppins Light" w:hAnsi="Poppins Light" w:cs="Poppins Light"/>
          <w:noProof/>
          <w:color w:val="000000" w:themeColor="text1"/>
        </w:rPr>
        <w:t xml:space="preserve">Nome: </w:t>
      </w:r>
      <w:r w:rsidRPr="4949E344">
        <w:rPr>
          <w:rFonts w:ascii="Poppins Light" w:eastAsia="Poppins Light" w:hAnsi="Poppins Light" w:cs="Poppins Light"/>
          <w:noProof/>
          <w:color w:val="000000" w:themeColor="text1"/>
          <w:u w:val="single"/>
        </w:rPr>
        <w:t xml:space="preserve">                                                                                    </w:t>
      </w:r>
      <w:r>
        <w:tab/>
      </w:r>
      <w:r w:rsidRPr="4949E344">
        <w:rPr>
          <w:rFonts w:ascii="Poppins Light" w:eastAsia="Poppins Light" w:hAnsi="Poppins Light" w:cs="Poppins Light"/>
          <w:noProof/>
          <w:color w:val="000000" w:themeColor="text1"/>
        </w:rPr>
        <w:t xml:space="preserve"> </w:t>
      </w:r>
    </w:p>
    <w:p w14:paraId="08C8C2CB" w14:textId="77777777" w:rsidR="00A5002B" w:rsidRDefault="68B90C5E" w:rsidP="5791014C">
      <w:pPr>
        <w:spacing w:line="288" w:lineRule="auto"/>
        <w:ind w:left="425" w:hanging="425"/>
        <w:rPr>
          <w:rFonts w:ascii="Poppins Light" w:eastAsia="Poppins Light" w:hAnsi="Poppins Light" w:cs="Poppins Light"/>
          <w:noProof/>
          <w:color w:val="000000" w:themeColor="text1"/>
        </w:rPr>
      </w:pPr>
      <w:r w:rsidRPr="4949E344">
        <w:rPr>
          <w:rFonts w:ascii="Poppins Light" w:eastAsia="Poppins Light" w:hAnsi="Poppins Light" w:cs="Poppins Light"/>
          <w:noProof/>
          <w:color w:val="000000" w:themeColor="text1"/>
        </w:rPr>
        <w:t xml:space="preserve">Nome: </w:t>
      </w:r>
      <w:r w:rsidRPr="4949E344">
        <w:rPr>
          <w:rFonts w:ascii="Poppins Light" w:eastAsia="Poppins Light" w:hAnsi="Poppins Light" w:cs="Poppins Light"/>
          <w:noProof/>
          <w:color w:val="000000" w:themeColor="text1"/>
          <w:u w:val="single"/>
        </w:rPr>
        <w:t xml:space="preserve">                                                                                    </w:t>
      </w:r>
      <w:r>
        <w:tab/>
      </w:r>
      <w:r w:rsidRPr="4949E344">
        <w:rPr>
          <w:rFonts w:ascii="Poppins Light" w:eastAsia="Poppins Light" w:hAnsi="Poppins Light" w:cs="Poppins Light"/>
          <w:noProof/>
          <w:color w:val="000000" w:themeColor="text1"/>
        </w:rPr>
        <w:t xml:space="preserve"> </w:t>
      </w:r>
    </w:p>
    <w:p w14:paraId="7439C35B" w14:textId="77777777" w:rsidR="00A5002B" w:rsidRDefault="00A5002B" w:rsidP="00A5002B">
      <w:pPr>
        <w:spacing w:line="288" w:lineRule="auto"/>
        <w:ind w:left="425" w:hanging="425"/>
        <w:rPr>
          <w:rFonts w:ascii="Poppins Light" w:eastAsia="Poppins Light" w:hAnsi="Poppins Light" w:cs="Poppins Light"/>
          <w:noProof/>
          <w:color w:val="000000" w:themeColor="text1"/>
        </w:rPr>
      </w:pPr>
      <w:r w:rsidRPr="4949E344">
        <w:rPr>
          <w:rFonts w:ascii="Poppins Light" w:eastAsia="Poppins Light" w:hAnsi="Poppins Light" w:cs="Poppins Light"/>
          <w:noProof/>
          <w:color w:val="000000" w:themeColor="text1"/>
        </w:rPr>
        <w:t xml:space="preserve">Nome: </w:t>
      </w:r>
      <w:r w:rsidRPr="4949E344">
        <w:rPr>
          <w:rFonts w:ascii="Poppins Light" w:eastAsia="Poppins Light" w:hAnsi="Poppins Light" w:cs="Poppins Light"/>
          <w:noProof/>
          <w:color w:val="000000" w:themeColor="text1"/>
          <w:u w:val="single"/>
        </w:rPr>
        <w:t xml:space="preserve">                                                                                    </w:t>
      </w:r>
      <w:r>
        <w:tab/>
      </w:r>
      <w:r w:rsidRPr="4949E344">
        <w:rPr>
          <w:rFonts w:ascii="Poppins Light" w:eastAsia="Poppins Light" w:hAnsi="Poppins Light" w:cs="Poppins Light"/>
          <w:noProof/>
          <w:color w:val="000000" w:themeColor="text1"/>
        </w:rPr>
        <w:t xml:space="preserve"> </w:t>
      </w:r>
    </w:p>
    <w:p w14:paraId="7802B7B7" w14:textId="7415CCC7" w:rsidR="68B90C5E" w:rsidRDefault="68B90C5E" w:rsidP="5791014C">
      <w:r w:rsidRPr="5791014C">
        <w:rPr>
          <w:noProof/>
        </w:rPr>
        <w:t xml:space="preserve"> </w:t>
      </w:r>
    </w:p>
    <w:p w14:paraId="721E00D0" w14:textId="74938E75" w:rsidR="68B90C5E" w:rsidRDefault="68B90C5E" w:rsidP="5791014C">
      <w:pPr>
        <w:jc w:val="center"/>
      </w:pPr>
      <w:r>
        <w:rPr>
          <w:noProof/>
        </w:rPr>
        <w:drawing>
          <wp:inline distT="0" distB="0" distL="0" distR="0" wp14:anchorId="7FBB332D" wp14:editId="471F9DF0">
            <wp:extent cx="5648324" cy="2226410"/>
            <wp:effectExtent l="0" t="0" r="0" b="0"/>
            <wp:docPr id="1136608034" name="Imagem 1136608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8324" cy="2226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D1A63D" w14:textId="213A377A" w:rsidR="5791014C" w:rsidRDefault="5791014C" w:rsidP="5791014C">
      <w:pPr>
        <w:rPr>
          <w:rFonts w:ascii="Poppins" w:hAnsi="Poppins" w:cs="Poppins"/>
          <w:b/>
          <w:bCs/>
          <w:noProof/>
          <w:sz w:val="32"/>
          <w:szCs w:val="32"/>
        </w:rPr>
      </w:pPr>
    </w:p>
    <w:p w14:paraId="65650FF6" w14:textId="091EAEBD" w:rsidR="0060776C" w:rsidRPr="00A90B52" w:rsidRDefault="0060776C" w:rsidP="000F21EA">
      <w:pPr>
        <w:rPr>
          <w:rFonts w:ascii="Poppins" w:hAnsi="Poppins" w:cs="Poppins"/>
          <w:b/>
          <w:bCs/>
          <w:noProof/>
          <w:sz w:val="32"/>
          <w:szCs w:val="32"/>
        </w:rPr>
      </w:pPr>
      <w:r w:rsidRPr="5791014C">
        <w:rPr>
          <w:rFonts w:ascii="Poppins" w:hAnsi="Poppins" w:cs="Poppins"/>
          <w:b/>
          <w:bCs/>
          <w:noProof/>
          <w:sz w:val="32"/>
          <w:szCs w:val="32"/>
        </w:rPr>
        <w:t>Título</w:t>
      </w:r>
      <w:r w:rsidR="00E227A8" w:rsidRPr="5791014C">
        <w:rPr>
          <w:rFonts w:ascii="Poppins" w:hAnsi="Poppins" w:cs="Poppins"/>
          <w:b/>
          <w:bCs/>
          <w:noProof/>
          <w:sz w:val="32"/>
          <w:szCs w:val="32"/>
        </w:rPr>
        <w:t xml:space="preserve"> da atividade</w:t>
      </w:r>
      <w:r w:rsidRPr="5791014C">
        <w:rPr>
          <w:rFonts w:ascii="Poppins" w:hAnsi="Poppins" w:cs="Poppins"/>
          <w:b/>
          <w:bCs/>
          <w:noProof/>
          <w:sz w:val="32"/>
          <w:szCs w:val="32"/>
        </w:rPr>
        <w:t>:</w:t>
      </w:r>
      <w:r w:rsidR="0022058F" w:rsidRPr="5791014C">
        <w:rPr>
          <w:rFonts w:ascii="Poppins" w:hAnsi="Poppins" w:cs="Poppins"/>
          <w:b/>
          <w:bCs/>
          <w:noProof/>
          <w:sz w:val="32"/>
          <w:szCs w:val="32"/>
        </w:rPr>
        <w:t xml:space="preserve"> </w:t>
      </w:r>
      <w:r w:rsidR="00681952" w:rsidRPr="5791014C">
        <w:rPr>
          <w:rFonts w:ascii="Poppins" w:hAnsi="Poppins" w:cs="Poppins"/>
          <w:b/>
          <w:bCs/>
          <w:noProof/>
          <w:sz w:val="32"/>
          <w:szCs w:val="32"/>
        </w:rPr>
        <w:t>Explorando temas criativos para o Projeto Multidisciplina</w:t>
      </w:r>
      <w:r w:rsidR="0B0B119E" w:rsidRPr="5791014C">
        <w:rPr>
          <w:rFonts w:ascii="Poppins" w:hAnsi="Poppins" w:cs="Poppins"/>
          <w:b/>
          <w:bCs/>
          <w:noProof/>
          <w:sz w:val="32"/>
          <w:szCs w:val="32"/>
        </w:rPr>
        <w:t>r</w:t>
      </w:r>
    </w:p>
    <w:p w14:paraId="271CA536" w14:textId="77777777" w:rsidR="00681952" w:rsidRPr="00A90B52" w:rsidRDefault="00681952" w:rsidP="000F21EA">
      <w:pPr>
        <w:rPr>
          <w:rFonts w:ascii="Poppins" w:hAnsi="Poppins" w:cs="Poppins"/>
          <w:sz w:val="22"/>
          <w:szCs w:val="22"/>
          <w:u w:val="single"/>
        </w:rPr>
      </w:pPr>
    </w:p>
    <w:p w14:paraId="161369BA" w14:textId="77777777" w:rsidR="00E227A8" w:rsidRPr="00A90B52" w:rsidRDefault="00E227A8" w:rsidP="000F21EA">
      <w:pPr>
        <w:rPr>
          <w:rFonts w:ascii="Poppins" w:hAnsi="Poppins" w:cs="Poppins"/>
          <w:b/>
          <w:bCs/>
          <w:noProof/>
          <w:sz w:val="28"/>
          <w:szCs w:val="28"/>
        </w:rPr>
      </w:pPr>
      <w:r w:rsidRPr="00A90B52">
        <w:rPr>
          <w:rFonts w:ascii="Poppins" w:hAnsi="Poppins" w:cs="Poppins"/>
          <w:b/>
          <w:bCs/>
          <w:noProof/>
          <w:sz w:val="28"/>
          <w:szCs w:val="28"/>
        </w:rPr>
        <w:t>Objetivos</w:t>
      </w:r>
    </w:p>
    <w:p w14:paraId="4073F184" w14:textId="3EBA0D90" w:rsidR="067B56CD" w:rsidRPr="00A90B52" w:rsidRDefault="067B56CD" w:rsidP="000F21EA">
      <w:pPr>
        <w:rPr>
          <w:rFonts w:ascii="Poppins" w:hAnsi="Poppins" w:cs="Poppins"/>
          <w:b/>
          <w:bCs/>
          <w:noProof/>
          <w:sz w:val="28"/>
          <w:szCs w:val="28"/>
        </w:rPr>
      </w:pPr>
    </w:p>
    <w:p w14:paraId="791D4428" w14:textId="0E61E8D4" w:rsidR="00112692" w:rsidRPr="00A90B52" w:rsidRDefault="00681952" w:rsidP="000F21EA">
      <w:pPr>
        <w:pStyle w:val="PargrafodaLista"/>
        <w:numPr>
          <w:ilvl w:val="0"/>
          <w:numId w:val="13"/>
        </w:numPr>
        <w:rPr>
          <w:rFonts w:ascii="Poppins" w:hAnsi="Poppins" w:cs="Poppins"/>
          <w:noProof/>
        </w:rPr>
      </w:pPr>
      <w:r w:rsidRPr="00A90B52">
        <w:rPr>
          <w:rFonts w:ascii="Poppins" w:hAnsi="Poppins" w:cs="Poppins"/>
          <w:noProof/>
        </w:rPr>
        <w:t>Estimular a criatividade dos alunos e ajudá-los a identificar um tema para o Projeto Multidisciplinar.</w:t>
      </w:r>
    </w:p>
    <w:p w14:paraId="6AC265BB" w14:textId="77777777" w:rsidR="009300CB" w:rsidRPr="00A90B52" w:rsidRDefault="009300CB" w:rsidP="000F21EA">
      <w:pPr>
        <w:pStyle w:val="PargrafodaLista"/>
        <w:rPr>
          <w:rFonts w:ascii="Poppins" w:hAnsi="Poppins" w:cs="Poppins"/>
          <w:noProof/>
        </w:rPr>
      </w:pPr>
    </w:p>
    <w:p w14:paraId="050BB83B" w14:textId="77777777" w:rsidR="00E227A8" w:rsidRPr="00A90B52" w:rsidRDefault="00E227A8" w:rsidP="000F21EA">
      <w:pPr>
        <w:rPr>
          <w:rFonts w:ascii="Poppins" w:hAnsi="Poppins" w:cs="Poppins"/>
          <w:b/>
          <w:bCs/>
          <w:noProof/>
          <w:sz w:val="32"/>
          <w:szCs w:val="32"/>
        </w:rPr>
      </w:pPr>
      <w:r w:rsidRPr="00A90B52">
        <w:rPr>
          <w:rFonts w:ascii="Poppins" w:hAnsi="Poppins" w:cs="Poppins"/>
          <w:b/>
          <w:bCs/>
          <w:noProof/>
          <w:sz w:val="32"/>
          <w:szCs w:val="32"/>
        </w:rPr>
        <w:t>Lista de materiais</w:t>
      </w:r>
    </w:p>
    <w:p w14:paraId="3FD8EEC4" w14:textId="7FFBCDCF" w:rsidR="067B56CD" w:rsidRPr="00A90B52" w:rsidRDefault="067B56CD" w:rsidP="000F21EA">
      <w:pPr>
        <w:rPr>
          <w:rFonts w:ascii="Poppins" w:hAnsi="Poppins" w:cs="Poppins"/>
          <w:b/>
          <w:bCs/>
          <w:noProof/>
          <w:sz w:val="32"/>
          <w:szCs w:val="32"/>
        </w:rPr>
      </w:pPr>
    </w:p>
    <w:p w14:paraId="1882BDFE" w14:textId="4B266053" w:rsidR="00681952" w:rsidRPr="00A90B52" w:rsidRDefault="00681952" w:rsidP="000F21EA">
      <w:pPr>
        <w:pStyle w:val="PargrafodaLista"/>
        <w:numPr>
          <w:ilvl w:val="0"/>
          <w:numId w:val="13"/>
        </w:numPr>
        <w:spacing w:line="276" w:lineRule="auto"/>
        <w:rPr>
          <w:rFonts w:ascii="Poppins" w:hAnsi="Poppins" w:cs="Poppins"/>
          <w:noProof/>
        </w:rPr>
      </w:pPr>
      <w:r w:rsidRPr="00A90B52">
        <w:rPr>
          <w:rFonts w:ascii="Poppins" w:hAnsi="Poppins" w:cs="Poppins"/>
          <w:noProof/>
        </w:rPr>
        <w:t>Notas adesivas</w:t>
      </w:r>
      <w:r w:rsidR="00D03C72">
        <w:rPr>
          <w:rFonts w:ascii="Poppins" w:hAnsi="Poppins" w:cs="Poppins"/>
          <w:noProof/>
        </w:rPr>
        <w:t>.</w:t>
      </w:r>
      <w:r w:rsidRPr="00A90B52">
        <w:rPr>
          <w:rFonts w:ascii="Poppins" w:hAnsi="Poppins" w:cs="Poppins"/>
          <w:noProof/>
        </w:rPr>
        <w:t xml:space="preserve"> </w:t>
      </w:r>
    </w:p>
    <w:p w14:paraId="6ABF6BC6" w14:textId="6736E11C" w:rsidR="00681952" w:rsidRPr="00A90B52" w:rsidRDefault="00681952" w:rsidP="000F21EA">
      <w:pPr>
        <w:pStyle w:val="PargrafodaLista"/>
        <w:numPr>
          <w:ilvl w:val="0"/>
          <w:numId w:val="13"/>
        </w:numPr>
        <w:spacing w:line="276" w:lineRule="auto"/>
        <w:rPr>
          <w:rFonts w:ascii="Poppins" w:hAnsi="Poppins" w:cs="Poppins"/>
          <w:noProof/>
        </w:rPr>
      </w:pPr>
      <w:r w:rsidRPr="00A90B52">
        <w:rPr>
          <w:rFonts w:ascii="Poppins" w:hAnsi="Poppins" w:cs="Poppins"/>
          <w:noProof/>
        </w:rPr>
        <w:t>Canetas coloridas</w:t>
      </w:r>
      <w:r w:rsidR="00D03C72">
        <w:rPr>
          <w:rFonts w:ascii="Poppins" w:hAnsi="Poppins" w:cs="Poppins"/>
          <w:noProof/>
        </w:rPr>
        <w:t>.</w:t>
      </w:r>
    </w:p>
    <w:p w14:paraId="467577C2" w14:textId="4C96751A" w:rsidR="00E730AE" w:rsidRPr="00A90B52" w:rsidRDefault="00681952" w:rsidP="000F21EA">
      <w:pPr>
        <w:pStyle w:val="PargrafodaLista"/>
        <w:numPr>
          <w:ilvl w:val="0"/>
          <w:numId w:val="13"/>
        </w:numPr>
        <w:spacing w:line="276" w:lineRule="auto"/>
        <w:rPr>
          <w:rFonts w:ascii="Poppins" w:hAnsi="Poppins" w:cs="Poppins"/>
          <w:noProof/>
        </w:rPr>
      </w:pPr>
      <w:r w:rsidRPr="00A90B52">
        <w:rPr>
          <w:rFonts w:ascii="Poppins" w:hAnsi="Poppins" w:cs="Poppins"/>
          <w:noProof/>
        </w:rPr>
        <w:t>Quadro branco ou cartolina.</w:t>
      </w:r>
    </w:p>
    <w:p w14:paraId="4304605E" w14:textId="77777777" w:rsidR="009300CB" w:rsidRPr="00A90B52" w:rsidRDefault="009300CB" w:rsidP="000F21EA">
      <w:pPr>
        <w:pStyle w:val="PargrafodaLista"/>
        <w:spacing w:line="276" w:lineRule="auto"/>
        <w:rPr>
          <w:rFonts w:ascii="Poppins" w:hAnsi="Poppins" w:cs="Poppins"/>
          <w:noProof/>
        </w:rPr>
      </w:pPr>
    </w:p>
    <w:p w14:paraId="2AE72B1F" w14:textId="5102570D" w:rsidR="00E730AE" w:rsidRPr="00A90B52" w:rsidRDefault="00E730AE" w:rsidP="000F21EA">
      <w:pPr>
        <w:rPr>
          <w:rFonts w:ascii="Poppins" w:hAnsi="Poppins" w:cs="Poppins"/>
          <w:b/>
          <w:bCs/>
          <w:noProof/>
          <w:sz w:val="32"/>
          <w:szCs w:val="32"/>
        </w:rPr>
      </w:pPr>
      <w:r w:rsidRPr="00A90B52">
        <w:rPr>
          <w:rFonts w:ascii="Poppins" w:hAnsi="Poppins" w:cs="Poppins"/>
          <w:b/>
          <w:bCs/>
          <w:noProof/>
          <w:sz w:val="32"/>
          <w:szCs w:val="32"/>
        </w:rPr>
        <w:lastRenderedPageBreak/>
        <w:t>Orientações gerais</w:t>
      </w:r>
    </w:p>
    <w:p w14:paraId="347C638E" w14:textId="7C4549DF" w:rsidR="067B56CD" w:rsidRPr="00A90B52" w:rsidRDefault="067B56CD" w:rsidP="000F21EA">
      <w:pPr>
        <w:rPr>
          <w:rFonts w:ascii="Poppins" w:hAnsi="Poppins" w:cs="Poppins"/>
          <w:b/>
          <w:bCs/>
          <w:noProof/>
          <w:sz w:val="32"/>
          <w:szCs w:val="32"/>
        </w:rPr>
      </w:pPr>
    </w:p>
    <w:p w14:paraId="46996734" w14:textId="712CCEDA" w:rsidR="00681952" w:rsidRPr="00A90B52" w:rsidRDefault="00987B88" w:rsidP="000F21EA">
      <w:pPr>
        <w:pStyle w:val="PargrafodaLista"/>
        <w:numPr>
          <w:ilvl w:val="0"/>
          <w:numId w:val="17"/>
        </w:numPr>
        <w:rPr>
          <w:rFonts w:ascii="Poppins" w:hAnsi="Poppins" w:cs="Poppins"/>
        </w:rPr>
      </w:pPr>
      <w:r w:rsidRPr="00A90B52">
        <w:rPr>
          <w:rFonts w:ascii="Poppins" w:hAnsi="Poppins" w:cs="Poppins"/>
        </w:rPr>
        <w:t>Reúnam-se</w:t>
      </w:r>
      <w:r w:rsidR="009300CB" w:rsidRPr="00A90B52">
        <w:rPr>
          <w:rFonts w:ascii="Poppins" w:hAnsi="Poppins" w:cs="Poppins"/>
        </w:rPr>
        <w:t xml:space="preserve"> em grupos</w:t>
      </w:r>
      <w:r w:rsidRPr="00A90B52">
        <w:rPr>
          <w:rFonts w:ascii="Poppins" w:hAnsi="Poppins" w:cs="Poppins"/>
        </w:rPr>
        <w:t>.</w:t>
      </w:r>
    </w:p>
    <w:p w14:paraId="194C6BA1" w14:textId="199BBCCD" w:rsidR="009300CB" w:rsidRPr="00A90B52" w:rsidRDefault="009300CB" w:rsidP="000F21EA">
      <w:pPr>
        <w:pStyle w:val="PargrafodaLista"/>
        <w:numPr>
          <w:ilvl w:val="0"/>
          <w:numId w:val="17"/>
        </w:numPr>
        <w:rPr>
          <w:rFonts w:ascii="Poppins" w:hAnsi="Poppins" w:cs="Poppins"/>
        </w:rPr>
      </w:pPr>
      <w:r w:rsidRPr="00A90B52">
        <w:rPr>
          <w:rFonts w:ascii="Poppins" w:hAnsi="Poppins" w:cs="Poppins"/>
        </w:rPr>
        <w:t>Conversem para gerar ideias</w:t>
      </w:r>
      <w:r w:rsidR="00987B88" w:rsidRPr="00A90B52">
        <w:rPr>
          <w:rFonts w:ascii="Poppins" w:hAnsi="Poppins" w:cs="Poppins"/>
        </w:rPr>
        <w:t>.</w:t>
      </w:r>
    </w:p>
    <w:p w14:paraId="214990E7" w14:textId="7597CB1A" w:rsidR="009300CB" w:rsidRPr="00A90B52" w:rsidRDefault="009300CB" w:rsidP="000F21EA">
      <w:pPr>
        <w:pStyle w:val="PargrafodaLista"/>
        <w:numPr>
          <w:ilvl w:val="0"/>
          <w:numId w:val="17"/>
        </w:numPr>
        <w:rPr>
          <w:rFonts w:ascii="Poppins" w:hAnsi="Poppins" w:cs="Poppins"/>
        </w:rPr>
      </w:pPr>
      <w:r w:rsidRPr="00A90B52">
        <w:rPr>
          <w:rFonts w:ascii="Poppins" w:hAnsi="Poppins" w:cs="Poppins"/>
        </w:rPr>
        <w:t>Classifique</w:t>
      </w:r>
      <w:r w:rsidR="00D03C72">
        <w:rPr>
          <w:rFonts w:ascii="Poppins" w:hAnsi="Poppins" w:cs="Poppins"/>
        </w:rPr>
        <w:t>m</w:t>
      </w:r>
      <w:r w:rsidRPr="00A90B52">
        <w:rPr>
          <w:rFonts w:ascii="Poppins" w:hAnsi="Poppins" w:cs="Poppins"/>
        </w:rPr>
        <w:t xml:space="preserve"> e priorize</w:t>
      </w:r>
      <w:r w:rsidR="00D03C72">
        <w:rPr>
          <w:rFonts w:ascii="Poppins" w:hAnsi="Poppins" w:cs="Poppins"/>
        </w:rPr>
        <w:t>m</w:t>
      </w:r>
      <w:r w:rsidRPr="00A90B52">
        <w:rPr>
          <w:rFonts w:ascii="Poppins" w:hAnsi="Poppins" w:cs="Poppins"/>
        </w:rPr>
        <w:t xml:space="preserve"> ideias</w:t>
      </w:r>
      <w:r w:rsidR="00987B88" w:rsidRPr="00A90B52">
        <w:rPr>
          <w:rFonts w:ascii="Poppins" w:hAnsi="Poppins" w:cs="Poppins"/>
        </w:rPr>
        <w:t>.</w:t>
      </w:r>
    </w:p>
    <w:p w14:paraId="2ABA3985" w14:textId="05353A6D" w:rsidR="009300CB" w:rsidRPr="00A90B52" w:rsidRDefault="009300CB" w:rsidP="000F21EA">
      <w:pPr>
        <w:pStyle w:val="PargrafodaLista"/>
        <w:numPr>
          <w:ilvl w:val="0"/>
          <w:numId w:val="17"/>
        </w:numPr>
        <w:rPr>
          <w:rFonts w:ascii="Poppins" w:hAnsi="Poppins" w:cs="Poppins"/>
        </w:rPr>
      </w:pPr>
      <w:r w:rsidRPr="00A90B52">
        <w:rPr>
          <w:rFonts w:ascii="Poppins" w:hAnsi="Poppins" w:cs="Poppins"/>
        </w:rPr>
        <w:t>Registre</w:t>
      </w:r>
      <w:r w:rsidR="00D03C72">
        <w:rPr>
          <w:rFonts w:ascii="Poppins" w:hAnsi="Poppins" w:cs="Poppins"/>
        </w:rPr>
        <w:t>m</w:t>
      </w:r>
      <w:r w:rsidR="00987B88" w:rsidRPr="00A90B52">
        <w:rPr>
          <w:rFonts w:ascii="Poppins" w:hAnsi="Poppins" w:cs="Poppins"/>
        </w:rPr>
        <w:t xml:space="preserve"> enviando fotografia no AVA.</w:t>
      </w:r>
    </w:p>
    <w:p w14:paraId="258C2363" w14:textId="77777777" w:rsidR="00987B88" w:rsidRPr="00A90B52" w:rsidRDefault="00987B88" w:rsidP="000F21EA">
      <w:pPr>
        <w:rPr>
          <w:rFonts w:ascii="Poppins" w:hAnsi="Poppins" w:cs="Poppins"/>
          <w:b/>
          <w:bCs/>
        </w:rPr>
      </w:pPr>
    </w:p>
    <w:p w14:paraId="1D4F474E" w14:textId="4A46D422" w:rsidR="00987B88" w:rsidRPr="00A90B52" w:rsidRDefault="00987B88" w:rsidP="000F21EA">
      <w:pPr>
        <w:rPr>
          <w:rFonts w:ascii="Poppins" w:hAnsi="Poppins" w:cs="Poppins"/>
          <w:b/>
          <w:bCs/>
        </w:rPr>
      </w:pPr>
      <w:r w:rsidRPr="00A90B52">
        <w:rPr>
          <w:rFonts w:ascii="Poppins" w:hAnsi="Poppins" w:cs="Poppins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B271CC" wp14:editId="185BD5C4">
                <wp:simplePos x="0" y="0"/>
                <wp:positionH relativeFrom="column">
                  <wp:posOffset>4419962</wp:posOffset>
                </wp:positionH>
                <wp:positionV relativeFrom="paragraph">
                  <wp:posOffset>318135</wp:posOffset>
                </wp:positionV>
                <wp:extent cx="1447800" cy="266700"/>
                <wp:effectExtent l="0" t="0" r="0" b="0"/>
                <wp:wrapTopAndBottom/>
                <wp:docPr id="128" name="CaixaDeTexto 1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60C0F5-EEF6-E09B-A294-3ED9753FBEF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E56F8D3" w14:textId="77777777" w:rsidR="00987B88" w:rsidRPr="00987B88" w:rsidRDefault="00987B88" w:rsidP="00987B88">
                            <w:pPr>
                              <w:rPr>
                                <w:rFonts w:ascii="Poppins" w:eastAsia="Arial" w:hAnsi="Poppins" w:cs="Poppins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987B88">
                              <w:rPr>
                                <w:rFonts w:ascii="Poppins" w:eastAsia="Arial" w:hAnsi="Poppins" w:cs="Poppins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</w:rPr>
                              <w:t>TODO MUNDO ESCREVE</w:t>
                            </w:r>
                          </w:p>
                        </w:txbxContent>
                      </wps:txbx>
                      <wps:bodyPr spcFirstLastPara="1" wrap="square" lIns="91425" tIns="45700" rIns="91425" bIns="45700" rtlCol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>
            <w:pict w14:anchorId="59304B9F">
              <v:shapetype id="_x0000_t202" coordsize="21600,21600" o:spt="202" path="m,l,21600r21600,l21600,xe" w14:anchorId="1EB271CC">
                <v:stroke joinstyle="miter"/>
                <v:path gradientshapeok="t" o:connecttype="rect"/>
              </v:shapetype>
              <v:shape id="CaixaDeTexto 127" style="position:absolute;margin-left:348.05pt;margin-top:25.05pt;width:114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">
                <v:textbox inset="2.53958mm,1.2694mm,2.53958mm,1.2694mm">
                  <w:txbxContent>
                    <w:p w:rsidRPr="00987B88" w:rsidR="00987B88" w:rsidP="00987B88" w:rsidRDefault="00987B88" w14:paraId="1B3383C8" w14:textId="77777777">
                      <w:pPr>
                        <w:rPr>
                          <w:rFonts w:ascii="Poppins" w:hAnsi="Poppins" w:eastAsia="Arial" w:cs="Poppins"/>
                          <w:b/>
                          <w:bCs/>
                          <w:color w:val="FFFFFF" w:themeColor="background1"/>
                          <w:sz w:val="14"/>
                          <w:szCs w:val="14"/>
                        </w:rPr>
                      </w:pPr>
                      <w:r w:rsidRPr="00987B88">
                        <w:rPr>
                          <w:rFonts w:ascii="Poppins" w:hAnsi="Poppins" w:eastAsia="Arial" w:cs="Poppins"/>
                          <w:b/>
                          <w:bCs/>
                          <w:color w:val="FFFFFF" w:themeColor="background1"/>
                          <w:sz w:val="14"/>
                          <w:szCs w:val="14"/>
                        </w:rPr>
                        <w:t>TODO MUNDO ESCREVE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465527B5" w14:textId="0966DD5C" w:rsidR="00681952" w:rsidRPr="00A90B52" w:rsidRDefault="00681952" w:rsidP="000F21EA">
      <w:pPr>
        <w:rPr>
          <w:rFonts w:ascii="Poppins" w:hAnsi="Poppins" w:cs="Poppins"/>
          <w:b/>
          <w:bCs/>
        </w:rPr>
      </w:pPr>
      <w:r w:rsidRPr="00A90B52">
        <w:rPr>
          <w:rFonts w:ascii="Poppins" w:hAnsi="Poppins" w:cs="Poppins"/>
          <w:b/>
          <w:bCs/>
        </w:rPr>
        <w:t>Etapa 1: Geração de ideias – Duração: 25 minutos</w:t>
      </w:r>
      <w:r w:rsidR="00987B88" w:rsidRPr="00A90B52">
        <w:rPr>
          <w:rFonts w:ascii="Poppins" w:hAnsi="Poppins" w:cs="Poppins"/>
          <w:b/>
          <w:bCs/>
        </w:rPr>
        <w:t xml:space="preserve"> </w:t>
      </w:r>
    </w:p>
    <w:p w14:paraId="09E7D156" w14:textId="3001C75E" w:rsidR="00681952" w:rsidRPr="00A90B52" w:rsidRDefault="00681952" w:rsidP="000F21EA">
      <w:pPr>
        <w:rPr>
          <w:rFonts w:ascii="Poppins" w:hAnsi="Poppins" w:cs="Poppins"/>
          <w:b/>
          <w:bCs/>
        </w:rPr>
      </w:pPr>
    </w:p>
    <w:p w14:paraId="4BE11B60" w14:textId="7166AEFF" w:rsidR="00681952" w:rsidRPr="00A90B52" w:rsidRDefault="00681952" w:rsidP="000F21EA">
      <w:pPr>
        <w:rPr>
          <w:rFonts w:ascii="Poppins" w:hAnsi="Poppins" w:cs="Poppins"/>
        </w:rPr>
      </w:pPr>
      <w:r w:rsidRPr="00A90B52">
        <w:rPr>
          <w:rFonts w:ascii="Poppins" w:hAnsi="Poppins" w:cs="Poppins"/>
        </w:rPr>
        <w:t>Pense</w:t>
      </w:r>
      <w:r w:rsidR="00D03C72">
        <w:rPr>
          <w:rFonts w:ascii="Poppins" w:hAnsi="Poppins" w:cs="Poppins"/>
        </w:rPr>
        <w:t>m</w:t>
      </w:r>
      <w:r w:rsidRPr="00A90B52">
        <w:rPr>
          <w:rFonts w:ascii="Poppins" w:hAnsi="Poppins" w:cs="Poppins"/>
        </w:rPr>
        <w:t xml:space="preserve"> nas seguintes perguntas e anote</w:t>
      </w:r>
      <w:r w:rsidR="00D03C72">
        <w:rPr>
          <w:rFonts w:ascii="Poppins" w:hAnsi="Poppins" w:cs="Poppins"/>
        </w:rPr>
        <w:t>m</w:t>
      </w:r>
      <w:r w:rsidRPr="00A90B52">
        <w:rPr>
          <w:rFonts w:ascii="Poppins" w:hAnsi="Poppins" w:cs="Poppins"/>
        </w:rPr>
        <w:t xml:space="preserve"> suas respostas em notas adesivas:</w:t>
      </w:r>
    </w:p>
    <w:p w14:paraId="145ACCB4" w14:textId="77777777" w:rsidR="00F112A0" w:rsidRPr="00A90B52" w:rsidRDefault="00F112A0" w:rsidP="000F21EA">
      <w:pPr>
        <w:rPr>
          <w:rFonts w:ascii="Poppins" w:hAnsi="Poppins" w:cs="Poppins"/>
        </w:rPr>
      </w:pPr>
    </w:p>
    <w:p w14:paraId="15E41CCD" w14:textId="6BF89612" w:rsidR="00681952" w:rsidRPr="00A90B52" w:rsidRDefault="00681952" w:rsidP="000F21EA">
      <w:pPr>
        <w:pStyle w:val="PargrafodaLista"/>
        <w:numPr>
          <w:ilvl w:val="0"/>
          <w:numId w:val="14"/>
        </w:numPr>
        <w:rPr>
          <w:rFonts w:ascii="Poppins" w:hAnsi="Poppins" w:cs="Poppins"/>
        </w:rPr>
      </w:pPr>
      <w:r w:rsidRPr="00A90B52">
        <w:rPr>
          <w:rFonts w:ascii="Poppins" w:hAnsi="Poppins" w:cs="Poppins"/>
        </w:rPr>
        <w:t>Qual problema ou necessidade você</w:t>
      </w:r>
      <w:r w:rsidR="00D03C72">
        <w:rPr>
          <w:rFonts w:ascii="Poppins" w:hAnsi="Poppins" w:cs="Poppins"/>
        </w:rPr>
        <w:t>s</w:t>
      </w:r>
      <w:r w:rsidRPr="00A90B52">
        <w:rPr>
          <w:rFonts w:ascii="Poppins" w:hAnsi="Poppins" w:cs="Poppins"/>
        </w:rPr>
        <w:t xml:space="preserve"> percebe</w:t>
      </w:r>
      <w:r w:rsidR="00D03C72">
        <w:rPr>
          <w:rFonts w:ascii="Poppins" w:hAnsi="Poppins" w:cs="Poppins"/>
        </w:rPr>
        <w:t>m</w:t>
      </w:r>
      <w:r w:rsidRPr="00A90B52">
        <w:rPr>
          <w:rFonts w:ascii="Poppins" w:hAnsi="Poppins" w:cs="Poppins"/>
        </w:rPr>
        <w:t xml:space="preserve"> na sua área de estudo?</w:t>
      </w:r>
    </w:p>
    <w:p w14:paraId="6B319FAA" w14:textId="77777777" w:rsidR="00681952" w:rsidRPr="00A90B52" w:rsidRDefault="00681952" w:rsidP="000F21EA">
      <w:pPr>
        <w:pStyle w:val="PargrafodaLista"/>
        <w:numPr>
          <w:ilvl w:val="0"/>
          <w:numId w:val="14"/>
        </w:numPr>
        <w:rPr>
          <w:rFonts w:ascii="Poppins" w:hAnsi="Poppins" w:cs="Poppins"/>
        </w:rPr>
      </w:pPr>
      <w:r w:rsidRPr="00A90B52">
        <w:rPr>
          <w:rFonts w:ascii="Poppins" w:hAnsi="Poppins" w:cs="Poppins"/>
        </w:rPr>
        <w:t>Que tendências ou inovações estão surgindo nessa área?</w:t>
      </w:r>
    </w:p>
    <w:p w14:paraId="69C729A0" w14:textId="30A2BC7E" w:rsidR="00681952" w:rsidRPr="00A90B52" w:rsidRDefault="00681952" w:rsidP="000F21EA">
      <w:pPr>
        <w:pStyle w:val="PargrafodaLista"/>
        <w:numPr>
          <w:ilvl w:val="0"/>
          <w:numId w:val="14"/>
        </w:numPr>
        <w:rPr>
          <w:rFonts w:ascii="Poppins" w:hAnsi="Poppins" w:cs="Poppins"/>
        </w:rPr>
      </w:pPr>
      <w:r w:rsidRPr="00A90B52">
        <w:rPr>
          <w:rFonts w:ascii="Poppins" w:hAnsi="Poppins" w:cs="Poppins"/>
        </w:rPr>
        <w:t>Como você</w:t>
      </w:r>
      <w:r w:rsidR="00D03C72">
        <w:rPr>
          <w:rFonts w:ascii="Poppins" w:hAnsi="Poppins" w:cs="Poppins"/>
        </w:rPr>
        <w:t>s</w:t>
      </w:r>
      <w:r w:rsidRPr="00A90B52">
        <w:rPr>
          <w:rFonts w:ascii="Poppins" w:hAnsi="Poppins" w:cs="Poppins"/>
        </w:rPr>
        <w:t xml:space="preserve"> acha</w:t>
      </w:r>
      <w:r w:rsidR="00D03C72">
        <w:rPr>
          <w:rFonts w:ascii="Poppins" w:hAnsi="Poppins" w:cs="Poppins"/>
        </w:rPr>
        <w:t>m</w:t>
      </w:r>
      <w:r w:rsidRPr="00A90B52">
        <w:rPr>
          <w:rFonts w:ascii="Poppins" w:hAnsi="Poppins" w:cs="Poppins"/>
        </w:rPr>
        <w:t xml:space="preserve"> que pode</w:t>
      </w:r>
      <w:r w:rsidR="00D03C72">
        <w:rPr>
          <w:rFonts w:ascii="Poppins" w:hAnsi="Poppins" w:cs="Poppins"/>
        </w:rPr>
        <w:t>m</w:t>
      </w:r>
      <w:r w:rsidRPr="00A90B52">
        <w:rPr>
          <w:rFonts w:ascii="Poppins" w:hAnsi="Poppins" w:cs="Poppins"/>
        </w:rPr>
        <w:t xml:space="preserve"> melhorar algo relacionado à sua área?</w:t>
      </w:r>
    </w:p>
    <w:p w14:paraId="79985121" w14:textId="77777777" w:rsidR="009300CB" w:rsidRPr="00A90B52" w:rsidRDefault="009300CB" w:rsidP="000F21EA">
      <w:pPr>
        <w:pStyle w:val="PargrafodaLista"/>
        <w:rPr>
          <w:rFonts w:ascii="Poppins" w:hAnsi="Poppins" w:cs="Poppins"/>
        </w:rPr>
      </w:pPr>
    </w:p>
    <w:p w14:paraId="21DB301B" w14:textId="77777777" w:rsidR="00681952" w:rsidRPr="00A90B52" w:rsidRDefault="00681952" w:rsidP="000F21EA">
      <w:pPr>
        <w:rPr>
          <w:rFonts w:ascii="Poppins" w:hAnsi="Poppins" w:cs="Poppins"/>
          <w:b/>
          <w:bCs/>
        </w:rPr>
      </w:pPr>
    </w:p>
    <w:p w14:paraId="70D131FB" w14:textId="70055110" w:rsidR="00681952" w:rsidRPr="00A90B52" w:rsidRDefault="00681952" w:rsidP="000F21EA">
      <w:pPr>
        <w:rPr>
          <w:rFonts w:ascii="Poppins" w:hAnsi="Poppins" w:cs="Poppins"/>
          <w:b/>
          <w:bCs/>
        </w:rPr>
      </w:pPr>
      <w:r w:rsidRPr="00A90B52">
        <w:rPr>
          <w:rFonts w:ascii="Poppins" w:hAnsi="Poppins" w:cs="Poppins"/>
          <w:b/>
          <w:bCs/>
        </w:rPr>
        <w:t>Etapa 2: Classificação e priorização – Duração</w:t>
      </w:r>
      <w:r w:rsidR="00D03C72">
        <w:rPr>
          <w:rFonts w:ascii="Poppins" w:hAnsi="Poppins" w:cs="Poppins"/>
          <w:b/>
          <w:bCs/>
        </w:rPr>
        <w:t>:</w:t>
      </w:r>
      <w:r w:rsidRPr="00A90B52">
        <w:rPr>
          <w:rFonts w:ascii="Poppins" w:hAnsi="Poppins" w:cs="Poppins"/>
          <w:b/>
          <w:bCs/>
        </w:rPr>
        <w:t xml:space="preserve"> 15 minutos</w:t>
      </w:r>
    </w:p>
    <w:p w14:paraId="7CF2AFC4" w14:textId="57891611" w:rsidR="067B56CD" w:rsidRPr="00A90B52" w:rsidRDefault="067B56CD" w:rsidP="000F21EA">
      <w:pPr>
        <w:rPr>
          <w:rFonts w:ascii="Poppins" w:hAnsi="Poppins" w:cs="Poppins"/>
          <w:b/>
          <w:bCs/>
        </w:rPr>
      </w:pPr>
    </w:p>
    <w:p w14:paraId="69E80719" w14:textId="68E91F57" w:rsidR="00A4615B" w:rsidRPr="00A90B52" w:rsidRDefault="00681952" w:rsidP="000F21EA">
      <w:pPr>
        <w:spacing w:before="100" w:beforeAutospacing="1" w:after="100" w:afterAutospacing="1"/>
        <w:rPr>
          <w:rFonts w:ascii="Poppins" w:hAnsi="Poppins" w:cs="Poppins"/>
          <w:i/>
          <w:iCs/>
          <w:color w:val="808080" w:themeColor="background1" w:themeShade="80"/>
          <w:u w:val="single"/>
        </w:rPr>
      </w:pPr>
      <w:r w:rsidRPr="00A90B52">
        <w:rPr>
          <w:rFonts w:ascii="Poppins" w:hAnsi="Poppins" w:cs="Poppins"/>
        </w:rPr>
        <w:t>Olhe</w:t>
      </w:r>
      <w:r w:rsidR="00D03C72">
        <w:rPr>
          <w:rFonts w:ascii="Poppins" w:hAnsi="Poppins" w:cs="Poppins"/>
        </w:rPr>
        <w:t>m</w:t>
      </w:r>
      <w:r w:rsidRPr="00A90B52">
        <w:rPr>
          <w:rFonts w:ascii="Poppins" w:hAnsi="Poppins" w:cs="Poppins"/>
        </w:rPr>
        <w:t xml:space="preserve"> para todas as notas adesivas que vocês anotaram</w:t>
      </w:r>
      <w:r w:rsidR="009300CB" w:rsidRPr="00A90B52">
        <w:rPr>
          <w:rFonts w:ascii="Poppins" w:hAnsi="Poppins" w:cs="Poppins"/>
        </w:rPr>
        <w:t xml:space="preserve"> e i</w:t>
      </w:r>
      <w:r w:rsidRPr="00A90B52">
        <w:rPr>
          <w:rFonts w:ascii="Poppins" w:hAnsi="Poppins" w:cs="Poppins"/>
        </w:rPr>
        <w:t>dentifique</w:t>
      </w:r>
      <w:r w:rsidR="00D03C72">
        <w:rPr>
          <w:rFonts w:ascii="Poppins" w:hAnsi="Poppins" w:cs="Poppins"/>
        </w:rPr>
        <w:t>m</w:t>
      </w:r>
      <w:r w:rsidRPr="00A90B52">
        <w:rPr>
          <w:rFonts w:ascii="Poppins" w:hAnsi="Poppins" w:cs="Poppins"/>
        </w:rPr>
        <w:t xml:space="preserve"> quais ideias têm características semelhantes</w:t>
      </w:r>
      <w:r w:rsidR="00D03C72">
        <w:rPr>
          <w:rFonts w:ascii="Poppins" w:hAnsi="Poppins" w:cs="Poppins"/>
        </w:rPr>
        <w:t>. S</w:t>
      </w:r>
      <w:r w:rsidR="009300CB" w:rsidRPr="00A90B52">
        <w:rPr>
          <w:rFonts w:ascii="Poppins" w:hAnsi="Poppins" w:cs="Poppins"/>
        </w:rPr>
        <w:t>epare</w:t>
      </w:r>
      <w:r w:rsidR="00D03C72">
        <w:rPr>
          <w:rFonts w:ascii="Poppins" w:hAnsi="Poppins" w:cs="Poppins"/>
        </w:rPr>
        <w:t>m</w:t>
      </w:r>
      <w:r w:rsidR="009300CB" w:rsidRPr="00A90B52">
        <w:rPr>
          <w:rFonts w:ascii="Poppins" w:hAnsi="Poppins" w:cs="Poppins"/>
        </w:rPr>
        <w:t xml:space="preserve"> e agrupe</w:t>
      </w:r>
      <w:r w:rsidR="00D03C72">
        <w:rPr>
          <w:rFonts w:ascii="Poppins" w:hAnsi="Poppins" w:cs="Poppins"/>
        </w:rPr>
        <w:t>m</w:t>
      </w:r>
      <w:r w:rsidR="009300CB" w:rsidRPr="00A90B52">
        <w:rPr>
          <w:rFonts w:ascii="Poppins" w:hAnsi="Poppins" w:cs="Poppins"/>
        </w:rPr>
        <w:t xml:space="preserve"> essas ideias e as classifique</w:t>
      </w:r>
      <w:r w:rsidR="00D03C72">
        <w:rPr>
          <w:rFonts w:ascii="Poppins" w:hAnsi="Poppins" w:cs="Poppins"/>
        </w:rPr>
        <w:t>m</w:t>
      </w:r>
      <w:r w:rsidR="009300CB" w:rsidRPr="00A90B52">
        <w:rPr>
          <w:rFonts w:ascii="Poppins" w:hAnsi="Poppins" w:cs="Poppins"/>
        </w:rPr>
        <w:t xml:space="preserve"> em:</w:t>
      </w:r>
    </w:p>
    <w:p w14:paraId="5B401330" w14:textId="5264435E" w:rsidR="00F112A0" w:rsidRPr="00A90B52" w:rsidRDefault="00F112A0" w:rsidP="000F21EA">
      <w:pPr>
        <w:pStyle w:val="PargrafodaLista"/>
        <w:numPr>
          <w:ilvl w:val="0"/>
          <w:numId w:val="15"/>
        </w:numPr>
        <w:spacing w:before="100" w:beforeAutospacing="1" w:after="100" w:afterAutospacing="1"/>
        <w:rPr>
          <w:rFonts w:ascii="Poppins" w:hAnsi="Poppins" w:cs="Poppins"/>
        </w:rPr>
      </w:pPr>
      <w:r w:rsidRPr="00A90B52">
        <w:rPr>
          <w:rFonts w:ascii="Poppins" w:hAnsi="Poppins" w:cs="Poppins"/>
        </w:rPr>
        <w:t xml:space="preserve">Problemas: </w:t>
      </w:r>
      <w:r w:rsidR="00D03C72">
        <w:rPr>
          <w:rFonts w:ascii="Poppins" w:hAnsi="Poppins" w:cs="Poppins"/>
        </w:rPr>
        <w:t>i</w:t>
      </w:r>
      <w:r w:rsidRPr="00A90B52">
        <w:rPr>
          <w:rFonts w:ascii="Poppins" w:hAnsi="Poppins" w:cs="Poppins"/>
        </w:rPr>
        <w:t xml:space="preserve">deias que identificam problemas ou necessidades. </w:t>
      </w:r>
    </w:p>
    <w:p w14:paraId="020F0408" w14:textId="6B79432A" w:rsidR="00F112A0" w:rsidRPr="00A90B52" w:rsidRDefault="00F112A0" w:rsidP="000F21EA">
      <w:pPr>
        <w:pStyle w:val="PargrafodaLista"/>
        <w:numPr>
          <w:ilvl w:val="0"/>
          <w:numId w:val="15"/>
        </w:numPr>
        <w:spacing w:before="100" w:beforeAutospacing="1" w:after="100" w:afterAutospacing="1"/>
        <w:rPr>
          <w:rFonts w:ascii="Poppins" w:hAnsi="Poppins" w:cs="Poppins"/>
        </w:rPr>
      </w:pPr>
      <w:r w:rsidRPr="00A90B52">
        <w:rPr>
          <w:rFonts w:ascii="Poppins" w:hAnsi="Poppins" w:cs="Poppins"/>
        </w:rPr>
        <w:t xml:space="preserve">Tendências: </w:t>
      </w:r>
      <w:r w:rsidR="00D03C72">
        <w:rPr>
          <w:rFonts w:ascii="Poppins" w:hAnsi="Poppins" w:cs="Poppins"/>
        </w:rPr>
        <w:t>i</w:t>
      </w:r>
      <w:r w:rsidRPr="00A90B52">
        <w:rPr>
          <w:rFonts w:ascii="Poppins" w:hAnsi="Poppins" w:cs="Poppins"/>
        </w:rPr>
        <w:t xml:space="preserve">deias relacionadas a novas tendências ou inovações. </w:t>
      </w:r>
    </w:p>
    <w:p w14:paraId="66D98FB5" w14:textId="2612902E" w:rsidR="00F112A0" w:rsidRPr="00A90B52" w:rsidRDefault="00F112A0" w:rsidP="000F21EA">
      <w:pPr>
        <w:pStyle w:val="PargrafodaLista"/>
        <w:numPr>
          <w:ilvl w:val="0"/>
          <w:numId w:val="15"/>
        </w:numPr>
        <w:spacing w:before="100" w:beforeAutospacing="1" w:after="100" w:afterAutospacing="1"/>
        <w:rPr>
          <w:rFonts w:ascii="Poppins" w:hAnsi="Poppins" w:cs="Poppins"/>
        </w:rPr>
      </w:pPr>
      <w:r w:rsidRPr="00A90B52">
        <w:rPr>
          <w:rFonts w:ascii="Poppins" w:hAnsi="Poppins" w:cs="Poppins"/>
        </w:rPr>
        <w:t xml:space="preserve">Melhorias: </w:t>
      </w:r>
      <w:r w:rsidR="00D03C72">
        <w:rPr>
          <w:rFonts w:ascii="Poppins" w:hAnsi="Poppins" w:cs="Poppins"/>
        </w:rPr>
        <w:t>i</w:t>
      </w:r>
      <w:r w:rsidRPr="00A90B52">
        <w:rPr>
          <w:rFonts w:ascii="Poppins" w:hAnsi="Poppins" w:cs="Poppins"/>
        </w:rPr>
        <w:t>deias sobre como melhorar algo existente.</w:t>
      </w:r>
    </w:p>
    <w:p w14:paraId="19C9F921" w14:textId="1BFBFFFA" w:rsidR="40BDFE94" w:rsidRPr="00A90B52" w:rsidRDefault="40BDFE94" w:rsidP="000F21EA">
      <w:pPr>
        <w:pStyle w:val="PargrafodaLista"/>
        <w:spacing w:beforeAutospacing="1" w:afterAutospacing="1"/>
        <w:rPr>
          <w:rFonts w:ascii="Poppins" w:hAnsi="Poppins" w:cs="Poppins"/>
        </w:rPr>
      </w:pPr>
    </w:p>
    <w:p w14:paraId="5B140836" w14:textId="123B9629" w:rsidR="00F112A0" w:rsidRPr="00A90B52" w:rsidRDefault="00F112A0" w:rsidP="000F21EA">
      <w:pPr>
        <w:spacing w:before="100" w:beforeAutospacing="1" w:after="100" w:afterAutospacing="1"/>
        <w:rPr>
          <w:rFonts w:ascii="Poppins" w:hAnsi="Poppins" w:cs="Poppins"/>
        </w:rPr>
      </w:pPr>
      <w:r w:rsidRPr="00A90B52">
        <w:rPr>
          <w:rFonts w:ascii="Poppins" w:hAnsi="Poppins" w:cs="Poppins"/>
        </w:rPr>
        <w:t>Use</w:t>
      </w:r>
      <w:r w:rsidR="00D03C72">
        <w:rPr>
          <w:rFonts w:ascii="Poppins" w:hAnsi="Poppins" w:cs="Poppins"/>
        </w:rPr>
        <w:t>m</w:t>
      </w:r>
      <w:r w:rsidRPr="00A90B52">
        <w:rPr>
          <w:rFonts w:ascii="Poppins" w:hAnsi="Poppins" w:cs="Poppins"/>
        </w:rPr>
        <w:t xml:space="preserve"> o quadro branco ou </w:t>
      </w:r>
      <w:r w:rsidR="00D03C72">
        <w:rPr>
          <w:rFonts w:ascii="Poppins" w:hAnsi="Poppins" w:cs="Poppins"/>
        </w:rPr>
        <w:t xml:space="preserve">a </w:t>
      </w:r>
      <w:r w:rsidRPr="00A90B52">
        <w:rPr>
          <w:rFonts w:ascii="Poppins" w:hAnsi="Poppins" w:cs="Poppins"/>
        </w:rPr>
        <w:t>cartolina para criar essas categorias e coloque</w:t>
      </w:r>
      <w:r w:rsidR="00D03C72">
        <w:rPr>
          <w:rFonts w:ascii="Poppins" w:hAnsi="Poppins" w:cs="Poppins"/>
        </w:rPr>
        <w:t>m</w:t>
      </w:r>
      <w:r w:rsidRPr="00A90B52">
        <w:rPr>
          <w:rFonts w:ascii="Poppins" w:hAnsi="Poppins" w:cs="Poppins"/>
        </w:rPr>
        <w:t xml:space="preserve"> as notas adesivas em cada uma delas. Isso ajudará a visualizar quais categorias têm mais ideias e quais são mais relevantes.</w:t>
      </w:r>
    </w:p>
    <w:p w14:paraId="62B112BF" w14:textId="1242C6B9" w:rsidR="6E39F87E" w:rsidRDefault="6E39F87E" w:rsidP="000F21EA">
      <w:pPr>
        <w:spacing w:beforeAutospacing="1" w:afterAutospacing="1"/>
        <w:rPr>
          <w:rFonts w:ascii="Poppins" w:hAnsi="Poppins" w:cs="Poppins"/>
        </w:rPr>
      </w:pPr>
    </w:p>
    <w:p w14:paraId="6A89862A" w14:textId="77777777" w:rsidR="00A07672" w:rsidRPr="00A90B52" w:rsidRDefault="00A07672" w:rsidP="000F21EA">
      <w:pPr>
        <w:spacing w:beforeAutospacing="1" w:afterAutospacing="1"/>
        <w:rPr>
          <w:rFonts w:ascii="Poppins" w:hAnsi="Poppins" w:cs="Poppins"/>
        </w:rPr>
      </w:pPr>
    </w:p>
    <w:p w14:paraId="1B63E199" w14:textId="743F6BA7" w:rsidR="009E1817" w:rsidRPr="00A90B52" w:rsidRDefault="009E1817" w:rsidP="000F21EA">
      <w:pPr>
        <w:spacing w:before="100" w:beforeAutospacing="1" w:after="100" w:afterAutospacing="1"/>
        <w:rPr>
          <w:rFonts w:ascii="Poppins" w:hAnsi="Poppins" w:cs="Poppins"/>
          <w:b/>
          <w:bCs/>
        </w:rPr>
      </w:pPr>
      <w:r w:rsidRPr="00A90B52">
        <w:rPr>
          <w:rFonts w:ascii="Poppins" w:hAnsi="Poppins" w:cs="Poppins"/>
          <w:b/>
          <w:bCs/>
        </w:rPr>
        <w:lastRenderedPageBreak/>
        <w:t>Etapa 3: Registro – Duração:</w:t>
      </w:r>
      <w:r w:rsidR="00A07672">
        <w:rPr>
          <w:rFonts w:ascii="Poppins" w:hAnsi="Poppins" w:cs="Poppins"/>
          <w:b/>
          <w:bCs/>
        </w:rPr>
        <w:t xml:space="preserve"> </w:t>
      </w:r>
      <w:r w:rsidRPr="00A90B52">
        <w:rPr>
          <w:rFonts w:ascii="Poppins" w:hAnsi="Poppins" w:cs="Poppins"/>
          <w:b/>
          <w:bCs/>
        </w:rPr>
        <w:t>5 minutos</w:t>
      </w:r>
    </w:p>
    <w:p w14:paraId="4FB40660" w14:textId="3131FA2C" w:rsidR="009E1817" w:rsidRPr="00A90B52" w:rsidRDefault="00D03C72" w:rsidP="000F21EA">
      <w:pPr>
        <w:spacing w:before="100" w:beforeAutospacing="1" w:after="100" w:afterAutospacing="1"/>
        <w:rPr>
          <w:rFonts w:ascii="Poppins" w:hAnsi="Poppins" w:cs="Poppins"/>
        </w:rPr>
      </w:pPr>
      <w:r>
        <w:rPr>
          <w:rFonts w:ascii="Poppins" w:hAnsi="Poppins" w:cs="Poppins"/>
        </w:rPr>
        <w:t>Façam</w:t>
      </w:r>
      <w:r w:rsidRPr="00A90B52">
        <w:rPr>
          <w:rFonts w:ascii="Poppins" w:hAnsi="Poppins" w:cs="Poppins"/>
        </w:rPr>
        <w:t xml:space="preserve"> </w:t>
      </w:r>
      <w:r w:rsidR="009E1817" w:rsidRPr="00A90B52">
        <w:rPr>
          <w:rFonts w:ascii="Poppins" w:hAnsi="Poppins" w:cs="Poppins"/>
        </w:rPr>
        <w:t xml:space="preserve">uma fotografia do quadro branco ou </w:t>
      </w:r>
      <w:r>
        <w:rPr>
          <w:rFonts w:ascii="Poppins" w:hAnsi="Poppins" w:cs="Poppins"/>
        </w:rPr>
        <w:t xml:space="preserve">da </w:t>
      </w:r>
      <w:r w:rsidR="009E1817" w:rsidRPr="00A90B52">
        <w:rPr>
          <w:rFonts w:ascii="Poppins" w:hAnsi="Poppins" w:cs="Poppins"/>
        </w:rPr>
        <w:t>cartolina com todas as ideias agrupadas. Envie</w:t>
      </w:r>
      <w:r>
        <w:rPr>
          <w:rFonts w:ascii="Poppins" w:hAnsi="Poppins" w:cs="Poppins"/>
        </w:rPr>
        <w:t>m</w:t>
      </w:r>
      <w:r w:rsidR="009E1817" w:rsidRPr="00A90B52">
        <w:rPr>
          <w:rFonts w:ascii="Poppins" w:hAnsi="Poppins" w:cs="Poppins"/>
        </w:rPr>
        <w:t xml:space="preserve"> a fotografia para o Ambiente Virtual de Aprendizagem (AVA).</w:t>
      </w:r>
    </w:p>
    <w:sectPr w:rsidR="009E1817" w:rsidRPr="00A90B52" w:rsidSect="00112692">
      <w:headerReference w:type="default" r:id="rId11"/>
      <w:footerReference w:type="even" r:id="rId12"/>
      <w:footerReference w:type="default" r:id="rId13"/>
      <w:pgSz w:w="11907" w:h="16840" w:code="9"/>
      <w:pgMar w:top="1134" w:right="992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E3068" w14:textId="77777777" w:rsidR="00DD40A1" w:rsidRDefault="00DD40A1">
      <w:r>
        <w:separator/>
      </w:r>
    </w:p>
  </w:endnote>
  <w:endnote w:type="continuationSeparator" w:id="0">
    <w:p w14:paraId="7AA79289" w14:textId="77777777" w:rsidR="00DD40A1" w:rsidRDefault="00DD40A1">
      <w:r>
        <w:continuationSeparator/>
      </w:r>
    </w:p>
  </w:endnote>
  <w:endnote w:type="continuationNotice" w:id="1">
    <w:p w14:paraId="60224D85" w14:textId="77777777" w:rsidR="00DD40A1" w:rsidRDefault="00DD40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 Light">
    <w:panose1 w:val="00000400000000000000"/>
    <w:charset w:val="00"/>
    <w:family w:val="auto"/>
    <w:pitch w:val="variable"/>
    <w:sig w:usb0="00008007" w:usb1="00000000" w:usb2="00000000" w:usb3="00000000" w:csb0="000000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26D08" w14:textId="34D5095F" w:rsidR="002E6314" w:rsidRDefault="002E6314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227A8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064D80F6" w14:textId="77777777" w:rsidR="002E6314" w:rsidRDefault="002E6314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Poppins" w:hAnsi="Poppins" w:cs="Poppins"/>
        <w:sz w:val="20"/>
        <w:szCs w:val="20"/>
      </w:rPr>
      <w:id w:val="1357378047"/>
      <w:docPartObj>
        <w:docPartGallery w:val="Page Numbers (Bottom of Page)"/>
        <w:docPartUnique/>
      </w:docPartObj>
    </w:sdtPr>
    <w:sdtContent>
      <w:sdt>
        <w:sdtPr>
          <w:rPr>
            <w:rFonts w:ascii="Poppins" w:hAnsi="Poppins" w:cs="Poppins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1A301CE5" w14:textId="77777777" w:rsidR="00814E58" w:rsidRDefault="00814E58">
            <w:pPr>
              <w:pStyle w:val="Rodap"/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  <w:p w14:paraId="5EB2E004" w14:textId="53E01502" w:rsidR="6B43526E" w:rsidRDefault="00987B88" w:rsidP="6B43526E">
            <w:pPr>
              <w:pStyle w:val="Rodap"/>
              <w:jc w:val="center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>[</w:t>
            </w:r>
            <w:r w:rsidRPr="00987B88">
              <w:rPr>
                <w:rFonts w:ascii="Poppins" w:hAnsi="Poppins" w:cs="Poppins"/>
                <w:sz w:val="20"/>
                <w:szCs w:val="20"/>
              </w:rPr>
              <w:t>PMD] ANO2B1S1A</w:t>
            </w:r>
            <w:r w:rsidR="00B60829">
              <w:rPr>
                <w:rFonts w:ascii="Poppins" w:hAnsi="Poppins" w:cs="Poppins"/>
                <w:sz w:val="20"/>
                <w:szCs w:val="20"/>
              </w:rPr>
              <w:t>3</w:t>
            </w:r>
          </w:p>
          <w:p w14:paraId="214D1726" w14:textId="1B223738" w:rsidR="00E227A8" w:rsidRPr="00E227A8" w:rsidRDefault="003009B4" w:rsidP="00814E58">
            <w:pPr>
              <w:pStyle w:val="Rodap"/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fldChar w:fldCharType="begin"/>
            </w: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instrText>PAGE</w:instrText>
            </w: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fldChar w:fldCharType="separate"/>
            </w: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t>2</w:t>
            </w: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fldChar w:fldCharType="end"/>
            </w:r>
            <w:r w:rsidRPr="00814E58">
              <w:rPr>
                <w:rFonts w:ascii="Poppins" w:hAnsi="Poppins" w:cs="Poppins"/>
                <w:sz w:val="20"/>
                <w:szCs w:val="20"/>
              </w:rPr>
              <w:t xml:space="preserve"> / </w:t>
            </w: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fldChar w:fldCharType="begin"/>
            </w: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instrText>NUMPAGES</w:instrText>
            </w: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fldChar w:fldCharType="separate"/>
            </w: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t>2</w:t>
            </w:r>
            <w:r w:rsidRPr="00814E58">
              <w:rPr>
                <w:rFonts w:ascii="Poppins" w:hAnsi="Poppins" w:cs="Poppins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3781A" w14:textId="77777777" w:rsidR="00DD40A1" w:rsidRDefault="00DD40A1">
      <w:r>
        <w:separator/>
      </w:r>
    </w:p>
  </w:footnote>
  <w:footnote w:type="continuationSeparator" w:id="0">
    <w:p w14:paraId="7EED55D5" w14:textId="77777777" w:rsidR="00DD40A1" w:rsidRDefault="00DD40A1">
      <w:r>
        <w:continuationSeparator/>
      </w:r>
    </w:p>
  </w:footnote>
  <w:footnote w:type="continuationNotice" w:id="1">
    <w:p w14:paraId="70A8BF49" w14:textId="77777777" w:rsidR="00DD40A1" w:rsidRDefault="00DD40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60510" w14:textId="37552D7B" w:rsidR="00E227A8" w:rsidRDefault="00814E58" w:rsidP="00E227A8">
    <w:pPr>
      <w:pStyle w:val="Cabealho"/>
      <w:jc w:val="right"/>
    </w:pPr>
    <w:r>
      <w:rPr>
        <w:noProof/>
      </w:rPr>
      <w:drawing>
        <wp:inline distT="0" distB="0" distL="0" distR="0" wp14:anchorId="59BE978E" wp14:editId="63AEBBBF">
          <wp:extent cx="2773812" cy="360000"/>
          <wp:effectExtent l="0" t="0" r="0" b="0"/>
          <wp:docPr id="1582587430" name="Picture 1" descr="A red square with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3962497" name="Picture 1" descr="A red square with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3812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75AA49" w14:textId="48326C47" w:rsidR="00814E58" w:rsidRDefault="00814E58" w:rsidP="00E227A8">
    <w:pPr>
      <w:pStyle w:val="Cabealho"/>
      <w:jc w:val="right"/>
    </w:pPr>
    <w:r>
      <w:t xml:space="preserve">    </w:t>
    </w:r>
    <w:r w:rsidR="000A4E65">
      <w:br/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B60FC"/>
    <w:multiLevelType w:val="hybridMultilevel"/>
    <w:tmpl w:val="E94A72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45E22"/>
    <w:multiLevelType w:val="hybridMultilevel"/>
    <w:tmpl w:val="C82CBA6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117D0"/>
    <w:multiLevelType w:val="hybridMultilevel"/>
    <w:tmpl w:val="7E4A57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D05A5"/>
    <w:multiLevelType w:val="hybridMultilevel"/>
    <w:tmpl w:val="84949EFA"/>
    <w:lvl w:ilvl="0" w:tplc="8C36766E">
      <w:start w:val="1"/>
      <w:numFmt w:val="decimal"/>
      <w:lvlText w:val="%1."/>
      <w:lvlJc w:val="left"/>
      <w:pPr>
        <w:ind w:left="720" w:hanging="360"/>
      </w:pPr>
      <w:rPr>
        <w:rFonts w:ascii="Poppins" w:hAnsi="Poppins" w:cs="Poppins" w:hint="default"/>
        <w:b/>
        <w:bCs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995FFA"/>
    <w:multiLevelType w:val="hybridMultilevel"/>
    <w:tmpl w:val="79065F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73B72B0"/>
    <w:multiLevelType w:val="hybridMultilevel"/>
    <w:tmpl w:val="B840E29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067CBB"/>
    <w:multiLevelType w:val="hybridMultilevel"/>
    <w:tmpl w:val="EEA00C5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F944E5"/>
    <w:multiLevelType w:val="multilevel"/>
    <w:tmpl w:val="A6B85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B60EE7"/>
    <w:multiLevelType w:val="hybridMultilevel"/>
    <w:tmpl w:val="4CB63C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58294D"/>
    <w:multiLevelType w:val="hybridMultilevel"/>
    <w:tmpl w:val="5E56921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F7B0E"/>
    <w:multiLevelType w:val="hybridMultilevel"/>
    <w:tmpl w:val="44A044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1872B8"/>
    <w:multiLevelType w:val="hybridMultilevel"/>
    <w:tmpl w:val="B57497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8A07D7"/>
    <w:multiLevelType w:val="hybridMultilevel"/>
    <w:tmpl w:val="F2DC67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C241F6"/>
    <w:multiLevelType w:val="hybridMultilevel"/>
    <w:tmpl w:val="89B68D4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713152"/>
    <w:multiLevelType w:val="hybridMultilevel"/>
    <w:tmpl w:val="187EFA6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5703E9"/>
    <w:multiLevelType w:val="hybridMultilevel"/>
    <w:tmpl w:val="505EBC3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D3C3946"/>
    <w:multiLevelType w:val="hybridMultilevel"/>
    <w:tmpl w:val="CB16925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Poppins" w:hAnsi="Poppins" w:cs="Poppins" w:hint="default"/>
        <w:b/>
        <w:bCs/>
        <w:i w:val="0"/>
        <w:iCs w:val="0"/>
      </w:rPr>
    </w:lvl>
    <w:lvl w:ilvl="1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7728627">
    <w:abstractNumId w:val="2"/>
  </w:num>
  <w:num w:numId="2" w16cid:durableId="1115713199">
    <w:abstractNumId w:val="3"/>
  </w:num>
  <w:num w:numId="3" w16cid:durableId="1821843517">
    <w:abstractNumId w:val="15"/>
  </w:num>
  <w:num w:numId="4" w16cid:durableId="1682665340">
    <w:abstractNumId w:val="4"/>
  </w:num>
  <w:num w:numId="5" w16cid:durableId="1796559631">
    <w:abstractNumId w:val="7"/>
  </w:num>
  <w:num w:numId="6" w16cid:durableId="2146308971">
    <w:abstractNumId w:val="1"/>
  </w:num>
  <w:num w:numId="7" w16cid:durableId="1832990252">
    <w:abstractNumId w:val="16"/>
  </w:num>
  <w:num w:numId="8" w16cid:durableId="751246396">
    <w:abstractNumId w:val="5"/>
  </w:num>
  <w:num w:numId="9" w16cid:durableId="1638947844">
    <w:abstractNumId w:val="14"/>
  </w:num>
  <w:num w:numId="10" w16cid:durableId="598608391">
    <w:abstractNumId w:val="6"/>
  </w:num>
  <w:num w:numId="11" w16cid:durableId="1672023488">
    <w:abstractNumId w:val="8"/>
  </w:num>
  <w:num w:numId="12" w16cid:durableId="1304853384">
    <w:abstractNumId w:val="13"/>
  </w:num>
  <w:num w:numId="13" w16cid:durableId="1998457652">
    <w:abstractNumId w:val="10"/>
  </w:num>
  <w:num w:numId="14" w16cid:durableId="1087772552">
    <w:abstractNumId w:val="11"/>
  </w:num>
  <w:num w:numId="15" w16cid:durableId="1682511969">
    <w:abstractNumId w:val="9"/>
  </w:num>
  <w:num w:numId="16" w16cid:durableId="1612974122">
    <w:abstractNumId w:val="12"/>
  </w:num>
  <w:num w:numId="17" w16cid:durableId="155716067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7A8"/>
    <w:rsid w:val="00001A8E"/>
    <w:rsid w:val="00007509"/>
    <w:rsid w:val="000278D8"/>
    <w:rsid w:val="00033A0F"/>
    <w:rsid w:val="00041BFE"/>
    <w:rsid w:val="00093C5A"/>
    <w:rsid w:val="000A4E65"/>
    <w:rsid w:val="000B4D42"/>
    <w:rsid w:val="000C6619"/>
    <w:rsid w:val="000E6B0B"/>
    <w:rsid w:val="000F21EA"/>
    <w:rsid w:val="000F7DE9"/>
    <w:rsid w:val="00103B57"/>
    <w:rsid w:val="00112692"/>
    <w:rsid w:val="00124756"/>
    <w:rsid w:val="001547D9"/>
    <w:rsid w:val="00160195"/>
    <w:rsid w:val="00173106"/>
    <w:rsid w:val="001A2D86"/>
    <w:rsid w:val="001A32C9"/>
    <w:rsid w:val="001C335A"/>
    <w:rsid w:val="001E7BC0"/>
    <w:rsid w:val="0022058F"/>
    <w:rsid w:val="002344C7"/>
    <w:rsid w:val="002372B1"/>
    <w:rsid w:val="00252F67"/>
    <w:rsid w:val="00256D8D"/>
    <w:rsid w:val="002632D3"/>
    <w:rsid w:val="00263537"/>
    <w:rsid w:val="00264B6B"/>
    <w:rsid w:val="002C6047"/>
    <w:rsid w:val="002C6EC9"/>
    <w:rsid w:val="002D1A6D"/>
    <w:rsid w:val="002D51E3"/>
    <w:rsid w:val="002E6314"/>
    <w:rsid w:val="003009B4"/>
    <w:rsid w:val="003031BD"/>
    <w:rsid w:val="00335C75"/>
    <w:rsid w:val="003365AE"/>
    <w:rsid w:val="0034240E"/>
    <w:rsid w:val="00367C72"/>
    <w:rsid w:val="00395315"/>
    <w:rsid w:val="003C032E"/>
    <w:rsid w:val="003D71CA"/>
    <w:rsid w:val="003D7964"/>
    <w:rsid w:val="00406FA8"/>
    <w:rsid w:val="00454835"/>
    <w:rsid w:val="00464B32"/>
    <w:rsid w:val="00491C71"/>
    <w:rsid w:val="004B2755"/>
    <w:rsid w:val="004B66A3"/>
    <w:rsid w:val="004E6D40"/>
    <w:rsid w:val="004E713D"/>
    <w:rsid w:val="0054587F"/>
    <w:rsid w:val="005517B2"/>
    <w:rsid w:val="00585F34"/>
    <w:rsid w:val="005A1C21"/>
    <w:rsid w:val="005A5A09"/>
    <w:rsid w:val="005E4165"/>
    <w:rsid w:val="005F74BB"/>
    <w:rsid w:val="0060776C"/>
    <w:rsid w:val="0063273B"/>
    <w:rsid w:val="00647F4F"/>
    <w:rsid w:val="00661700"/>
    <w:rsid w:val="00676B29"/>
    <w:rsid w:val="00681952"/>
    <w:rsid w:val="00683EF0"/>
    <w:rsid w:val="006B115E"/>
    <w:rsid w:val="006B3AE9"/>
    <w:rsid w:val="006C6F23"/>
    <w:rsid w:val="006D36C8"/>
    <w:rsid w:val="007417CC"/>
    <w:rsid w:val="00762BDA"/>
    <w:rsid w:val="007671B4"/>
    <w:rsid w:val="00773A8C"/>
    <w:rsid w:val="0078262D"/>
    <w:rsid w:val="00782FAF"/>
    <w:rsid w:val="00791768"/>
    <w:rsid w:val="007B6ABF"/>
    <w:rsid w:val="007C5B21"/>
    <w:rsid w:val="00814E58"/>
    <w:rsid w:val="0083474B"/>
    <w:rsid w:val="00841D59"/>
    <w:rsid w:val="00851368"/>
    <w:rsid w:val="008925A9"/>
    <w:rsid w:val="008B4C24"/>
    <w:rsid w:val="008C6B77"/>
    <w:rsid w:val="008D3996"/>
    <w:rsid w:val="008F775A"/>
    <w:rsid w:val="00905FDC"/>
    <w:rsid w:val="0092769D"/>
    <w:rsid w:val="009300CB"/>
    <w:rsid w:val="00966015"/>
    <w:rsid w:val="00987B88"/>
    <w:rsid w:val="0099608C"/>
    <w:rsid w:val="009A5A62"/>
    <w:rsid w:val="009B33B6"/>
    <w:rsid w:val="009E1817"/>
    <w:rsid w:val="009F5E08"/>
    <w:rsid w:val="00A07672"/>
    <w:rsid w:val="00A12C58"/>
    <w:rsid w:val="00A25776"/>
    <w:rsid w:val="00A358FB"/>
    <w:rsid w:val="00A4615B"/>
    <w:rsid w:val="00A4726D"/>
    <w:rsid w:val="00A5002B"/>
    <w:rsid w:val="00A551CF"/>
    <w:rsid w:val="00A90B52"/>
    <w:rsid w:val="00AA5BEF"/>
    <w:rsid w:val="00AA60A0"/>
    <w:rsid w:val="00AD78A6"/>
    <w:rsid w:val="00B346EA"/>
    <w:rsid w:val="00B42DAA"/>
    <w:rsid w:val="00B45591"/>
    <w:rsid w:val="00B60829"/>
    <w:rsid w:val="00B86C1D"/>
    <w:rsid w:val="00BA6A76"/>
    <w:rsid w:val="00BA705B"/>
    <w:rsid w:val="00BD1365"/>
    <w:rsid w:val="00BE5B97"/>
    <w:rsid w:val="00BF13F1"/>
    <w:rsid w:val="00C12E4A"/>
    <w:rsid w:val="00C42339"/>
    <w:rsid w:val="00C4723D"/>
    <w:rsid w:val="00C6070E"/>
    <w:rsid w:val="00C62CE1"/>
    <w:rsid w:val="00CA4523"/>
    <w:rsid w:val="00CC2A45"/>
    <w:rsid w:val="00CE02C3"/>
    <w:rsid w:val="00CE3640"/>
    <w:rsid w:val="00CF76E4"/>
    <w:rsid w:val="00D00250"/>
    <w:rsid w:val="00D03B93"/>
    <w:rsid w:val="00D03C72"/>
    <w:rsid w:val="00D05B9C"/>
    <w:rsid w:val="00D123F7"/>
    <w:rsid w:val="00D3636C"/>
    <w:rsid w:val="00D553AB"/>
    <w:rsid w:val="00D61A8F"/>
    <w:rsid w:val="00DA3465"/>
    <w:rsid w:val="00DC4DF9"/>
    <w:rsid w:val="00DD40A1"/>
    <w:rsid w:val="00DD4136"/>
    <w:rsid w:val="00DD5204"/>
    <w:rsid w:val="00DD7132"/>
    <w:rsid w:val="00DE0C0D"/>
    <w:rsid w:val="00E10D86"/>
    <w:rsid w:val="00E227A8"/>
    <w:rsid w:val="00E400A6"/>
    <w:rsid w:val="00E55E8F"/>
    <w:rsid w:val="00E71901"/>
    <w:rsid w:val="00E730AE"/>
    <w:rsid w:val="00E73E76"/>
    <w:rsid w:val="00E77AF3"/>
    <w:rsid w:val="00EA3B37"/>
    <w:rsid w:val="00ED20FA"/>
    <w:rsid w:val="00EF47B1"/>
    <w:rsid w:val="00EF4AFE"/>
    <w:rsid w:val="00F044D7"/>
    <w:rsid w:val="00F112A0"/>
    <w:rsid w:val="00F138D0"/>
    <w:rsid w:val="00F170C9"/>
    <w:rsid w:val="00F472E5"/>
    <w:rsid w:val="00F51FEF"/>
    <w:rsid w:val="00F52AA0"/>
    <w:rsid w:val="00F57059"/>
    <w:rsid w:val="00FA113C"/>
    <w:rsid w:val="00FA6FA0"/>
    <w:rsid w:val="00FD46AC"/>
    <w:rsid w:val="00FD7F1E"/>
    <w:rsid w:val="00FF3340"/>
    <w:rsid w:val="00FF3ECB"/>
    <w:rsid w:val="063BC9B0"/>
    <w:rsid w:val="067B56CD"/>
    <w:rsid w:val="0B0B119E"/>
    <w:rsid w:val="1E3ECC9D"/>
    <w:rsid w:val="27A27ACB"/>
    <w:rsid w:val="333F0EC8"/>
    <w:rsid w:val="40BDFE94"/>
    <w:rsid w:val="4949E344"/>
    <w:rsid w:val="5791014C"/>
    <w:rsid w:val="68B90C5E"/>
    <w:rsid w:val="6B43526E"/>
    <w:rsid w:val="6E39F87E"/>
    <w:rsid w:val="74FB8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A3CDB9"/>
  <w15:chartTrackingRefBased/>
  <w15:docId w15:val="{1832D1AF-39E2-4650-A3A0-35F918CEB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sz w:val="36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Tahoma" w:hAnsi="Tahoma" w:cs="Tahoma"/>
      <w:b/>
      <w:bCs/>
      <w:sz w:val="44"/>
    </w:rPr>
  </w:style>
  <w:style w:type="paragraph" w:styleId="Ttulo5">
    <w:name w:val="heading 5"/>
    <w:basedOn w:val="Normal"/>
    <w:next w:val="Normal"/>
    <w:qFormat/>
    <w:pPr>
      <w:keepNext/>
      <w:ind w:firstLine="2552"/>
      <w:outlineLvl w:val="4"/>
    </w:pPr>
    <w:rPr>
      <w:sz w:val="28"/>
    </w:rPr>
  </w:style>
  <w:style w:type="paragraph" w:styleId="Ttulo6">
    <w:name w:val="heading 6"/>
    <w:basedOn w:val="Normal"/>
    <w:next w:val="Normal"/>
    <w:qFormat/>
    <w:pPr>
      <w:keepNext/>
      <w:spacing w:before="120" w:line="360" w:lineRule="auto"/>
      <w:jc w:val="center"/>
      <w:outlineLvl w:val="5"/>
    </w:pPr>
    <w:rPr>
      <w:rFonts w:ascii="Courier New" w:hAnsi="Courier New"/>
      <w:b/>
      <w:bCs/>
      <w:szCs w:val="20"/>
    </w:rPr>
  </w:style>
  <w:style w:type="paragraph" w:styleId="Ttulo7">
    <w:name w:val="heading 7"/>
    <w:basedOn w:val="Normal"/>
    <w:next w:val="Normal"/>
    <w:qFormat/>
    <w:pPr>
      <w:keepNext/>
      <w:spacing w:before="120"/>
      <w:jc w:val="center"/>
      <w:outlineLvl w:val="6"/>
    </w:pPr>
    <w:rPr>
      <w:b/>
      <w:bCs/>
      <w:sz w:val="16"/>
      <w:szCs w:val="20"/>
    </w:rPr>
  </w:style>
  <w:style w:type="paragraph" w:styleId="Ttulo9">
    <w:name w:val="heading 9"/>
    <w:basedOn w:val="Normal"/>
    <w:next w:val="Normal"/>
    <w:qFormat/>
    <w:pPr>
      <w:keepNext/>
      <w:tabs>
        <w:tab w:val="num" w:pos="426"/>
      </w:tabs>
      <w:spacing w:line="340" w:lineRule="exact"/>
      <w:ind w:left="426" w:hanging="426"/>
      <w:jc w:val="center"/>
      <w:outlineLvl w:val="8"/>
    </w:pPr>
    <w:rPr>
      <w:rFonts w:ascii="Comic Sans MS" w:hAnsi="Comic Sans MS"/>
      <w:b/>
      <w:sz w:val="32"/>
      <w:szCs w:val="20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szCs w:val="20"/>
    </w:rPr>
  </w:style>
  <w:style w:type="character" w:styleId="Hyperlink">
    <w:name w:val="Hyperlink"/>
    <w:basedOn w:val="Fontepargpadro"/>
    <w:rPr>
      <w:color w:val="0000FF"/>
      <w:u w:val="single"/>
    </w:rPr>
  </w:style>
  <w:style w:type="paragraph" w:styleId="Recuodecorpodetexto3">
    <w:name w:val="Body Text Indent 3"/>
    <w:basedOn w:val="Normal"/>
    <w:pPr>
      <w:spacing w:line="288" w:lineRule="auto"/>
      <w:ind w:left="425"/>
      <w:jc w:val="both"/>
    </w:pPr>
    <w:rPr>
      <w:noProof/>
      <w:sz w:val="26"/>
      <w:szCs w:val="20"/>
    </w:rPr>
  </w:style>
  <w:style w:type="paragraph" w:styleId="Corpodetexto2">
    <w:name w:val="Body Text 2"/>
    <w:basedOn w:val="Normal"/>
    <w:pPr>
      <w:jc w:val="center"/>
    </w:pPr>
    <w:rPr>
      <w:sz w:val="28"/>
      <w:szCs w:val="20"/>
    </w:r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bCs/>
      <w:sz w:val="36"/>
    </w:rPr>
  </w:style>
  <w:style w:type="paragraph" w:styleId="Corpodetexto3">
    <w:name w:val="Body Text 3"/>
    <w:basedOn w:val="Normal"/>
    <w:pPr>
      <w:spacing w:line="288" w:lineRule="auto"/>
      <w:jc w:val="both"/>
    </w:pPr>
    <w:rPr>
      <w:rFonts w:ascii="Courier New" w:hAnsi="Courier New"/>
      <w:sz w:val="22"/>
    </w:rPr>
  </w:style>
  <w:style w:type="paragraph" w:styleId="Subttulo">
    <w:name w:val="Subtitle"/>
    <w:basedOn w:val="Normal"/>
    <w:qFormat/>
    <w:pPr>
      <w:jc w:val="center"/>
    </w:pPr>
    <w:rPr>
      <w:rFonts w:ascii="Arial" w:hAnsi="Arial"/>
      <w:b/>
      <w:bCs/>
      <w:sz w:val="28"/>
    </w:rPr>
  </w:style>
  <w:style w:type="paragraph" w:styleId="Recuodecorpodetexto2">
    <w:name w:val="Body Text Indent 2"/>
    <w:basedOn w:val="Normal"/>
    <w:pPr>
      <w:spacing w:before="120" w:line="360" w:lineRule="auto"/>
      <w:ind w:left="426"/>
      <w:jc w:val="both"/>
    </w:pPr>
    <w:rPr>
      <w:rFonts w:ascii="Courier New" w:hAnsi="Courier New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E227A8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E227A8"/>
    <w:pPr>
      <w:ind w:left="720"/>
      <w:contextualSpacing/>
    </w:pPr>
  </w:style>
  <w:style w:type="table" w:styleId="Tabelacomgrade">
    <w:name w:val="Table Grid"/>
    <w:basedOn w:val="Tabelanormal"/>
    <w:uiPriority w:val="39"/>
    <w:rsid w:val="00E227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CF76E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CF76E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CF76E4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F76E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F76E4"/>
    <w:rPr>
      <w:b/>
      <w:bCs/>
    </w:rPr>
  </w:style>
  <w:style w:type="paragraph" w:styleId="Reviso">
    <w:name w:val="Revision"/>
    <w:hidden/>
    <w:uiPriority w:val="99"/>
    <w:semiHidden/>
    <w:rsid w:val="00464B32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2058F"/>
    <w:pPr>
      <w:spacing w:before="100" w:beforeAutospacing="1" w:after="100" w:afterAutospacing="1"/>
    </w:pPr>
  </w:style>
  <w:style w:type="character" w:styleId="Forte">
    <w:name w:val="Strong"/>
    <w:basedOn w:val="Fontepargpadro"/>
    <w:uiPriority w:val="22"/>
    <w:qFormat/>
    <w:rsid w:val="002205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5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mesquita\AppData\Local\Microsoft\Windows\INetCache\Content.Outlook\6ABABMJD\Roteiro%20de%20Pra&#769;tica%20-%20Fi&#769;sica%20I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cb3b2f-5927-4b98-82b1-fea2b4072a8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B81252851F28942875D89D2C39F1241" ma:contentTypeVersion="15" ma:contentTypeDescription="Crie um novo documento." ma:contentTypeScope="" ma:versionID="4e46b09e2e6b67f5a202482358a70266">
  <xsd:schema xmlns:xsd="http://www.w3.org/2001/XMLSchema" xmlns:xs="http://www.w3.org/2001/XMLSchema" xmlns:p="http://schemas.microsoft.com/office/2006/metadata/properties" xmlns:ns2="aacb3b2f-5927-4b98-82b1-fea2b4072a87" xmlns:ns3="a45d3e5f-3e31-4187-b998-c44ee850df36" targetNamespace="http://schemas.microsoft.com/office/2006/metadata/properties" ma:root="true" ma:fieldsID="ef0301d2f9233e70a9e2515efbb27929" ns2:_="" ns3:_="">
    <xsd:import namespace="aacb3b2f-5927-4b98-82b1-fea2b4072a87"/>
    <xsd:import namespace="a45d3e5f-3e31-4187-b998-c44ee850df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b3b2f-5927-4b98-82b1-fea2b4072a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Marcações de imagem" ma:readOnly="false" ma:fieldId="{5cf76f15-5ced-4ddc-b409-7134ff3c332f}" ma:taxonomyMulti="true" ma:sspId="a85b3961-dbc6-48b8-bc39-d380478928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5d3e5f-3e31-4187-b998-c44ee850df3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69DA6B-AFE2-4EB3-81BB-611FDC7DFA2D}">
  <ds:schemaRefs>
    <ds:schemaRef ds:uri="http://schemas.microsoft.com/office/2006/metadata/properties"/>
    <ds:schemaRef ds:uri="http://schemas.microsoft.com/office/infopath/2007/PartnerControls"/>
    <ds:schemaRef ds:uri="aacb3b2f-5927-4b98-82b1-fea2b4072a87"/>
  </ds:schemaRefs>
</ds:datastoreItem>
</file>

<file path=customXml/itemProps2.xml><?xml version="1.0" encoding="utf-8"?>
<ds:datastoreItem xmlns:ds="http://schemas.openxmlformats.org/officeDocument/2006/customXml" ds:itemID="{A914979B-A209-4076-AC27-0722F3FC4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cb3b2f-5927-4b98-82b1-fea2b4072a87"/>
    <ds:schemaRef ds:uri="a45d3e5f-3e31-4187-b998-c44ee850df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0752D4-451A-439A-8A96-F42447FC02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Roteiro de Prática - Física I</Template>
  <TotalTime>2</TotalTime>
  <Pages>1</Pages>
  <Words>325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Física Geral e Experimental</dc:title>
  <dc:subject/>
  <dc:creator>Natalia de Mesquita Matheus</dc:creator>
  <cp:keywords/>
  <dc:description/>
  <cp:lastModifiedBy>Thiago Augusto Almeida Passos</cp:lastModifiedBy>
  <cp:revision>22</cp:revision>
  <cp:lastPrinted>2006-08-31T06:40:00Z</cp:lastPrinted>
  <dcterms:created xsi:type="dcterms:W3CDTF">2024-09-16T21:31:00Z</dcterms:created>
  <dcterms:modified xsi:type="dcterms:W3CDTF">2024-12-26T21:20:00Z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-1929031359</vt:i4>
  </property>
  <property fmtid="{D5CDD505-2E9C-101B-9397-08002B2CF9AE}" pid="3" name="_EmailSubject">
    <vt:lpwstr>Material do Professor - Física I</vt:lpwstr>
  </property>
  <property fmtid="{D5CDD505-2E9C-101B-9397-08002B2CF9AE}" pid="4" name="_AuthorEmail">
    <vt:lpwstr>claudiosoares@bdmg.mg.gov.br</vt:lpwstr>
  </property>
  <property fmtid="{D5CDD505-2E9C-101B-9397-08002B2CF9AE}" pid="5" name="_AuthorEmailDisplayName">
    <vt:lpwstr>Claudio Henrique Soares</vt:lpwstr>
  </property>
  <property fmtid="{D5CDD505-2E9C-101B-9397-08002B2CF9AE}" pid="6" name="ContentTypeId">
    <vt:lpwstr>0x0101004B81252851F28942875D89D2C39F1241</vt:lpwstr>
  </property>
  <property fmtid="{D5CDD505-2E9C-101B-9397-08002B2CF9AE}" pid="7" name="Order">
    <vt:r8>64200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_ReviewingToolsShownOnce">
    <vt:lpwstr/>
  </property>
  <property fmtid="{D5CDD505-2E9C-101B-9397-08002B2CF9AE}" pid="15" name="MediaServiceImageTags">
    <vt:lpwstr/>
  </property>
</Properties>
</file>